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3DC" w:rsidRPr="004F619E" w:rsidRDefault="004573DC" w:rsidP="00F570BA">
      <w:pPr>
        <w:pBdr>
          <w:top w:val="outset" w:sz="18" w:space="1" w:color="808080"/>
          <w:left w:val="outset" w:sz="18" w:space="4" w:color="808080"/>
          <w:bottom w:val="inset" w:sz="18" w:space="1" w:color="808080"/>
          <w:right w:val="inset" w:sz="18" w:space="4" w:color="808080"/>
        </w:pBdr>
        <w:tabs>
          <w:tab w:val="left" w:pos="2127"/>
        </w:tabs>
        <w:spacing w:before="120" w:line="240" w:lineRule="auto"/>
        <w:ind w:firstLine="0"/>
        <w:jc w:val="center"/>
        <w:rPr>
          <w:rFonts w:ascii="Cambria" w:hAnsi="Cambria" w:cs="Cambria"/>
          <w:b/>
          <w:bCs/>
          <w:lang w:val="en-GB"/>
        </w:rPr>
      </w:pPr>
      <w:r w:rsidRPr="004F619E">
        <w:rPr>
          <w:rFonts w:ascii="Cambria" w:hAnsi="Cambria" w:cs="Cambria"/>
          <w:b/>
          <w:bCs/>
          <w:lang w:val="en-GB"/>
        </w:rPr>
        <w:t xml:space="preserve">T.C. Başbakanı Sayın Ahmet Davutoğlu’nun </w:t>
      </w:r>
      <w:r>
        <w:rPr>
          <w:rFonts w:ascii="Cambria" w:hAnsi="Cambria" w:cs="Cambria"/>
          <w:b/>
          <w:bCs/>
          <w:lang w:val="en-GB"/>
        </w:rPr>
        <w:t>Sırbistan</w:t>
      </w:r>
      <w:r w:rsidRPr="004F619E">
        <w:rPr>
          <w:rFonts w:ascii="Cambria" w:hAnsi="Cambria" w:cs="Cambria"/>
          <w:b/>
          <w:bCs/>
          <w:lang w:val="en-GB"/>
        </w:rPr>
        <w:t xml:space="preserve"> Resmi Ziyareti Vesilesiyle </w:t>
      </w:r>
    </w:p>
    <w:p w:rsidR="004573DC" w:rsidRPr="004F619E" w:rsidRDefault="004573DC" w:rsidP="00F570BA">
      <w:pPr>
        <w:pBdr>
          <w:top w:val="outset" w:sz="18" w:space="1" w:color="808080"/>
          <w:left w:val="outset" w:sz="18" w:space="4" w:color="808080"/>
          <w:bottom w:val="inset" w:sz="18" w:space="1" w:color="808080"/>
          <w:right w:val="inset" w:sz="18" w:space="4" w:color="808080"/>
        </w:pBdr>
        <w:tabs>
          <w:tab w:val="left" w:pos="2127"/>
        </w:tabs>
        <w:spacing w:before="120" w:line="240" w:lineRule="auto"/>
        <w:ind w:firstLine="0"/>
        <w:jc w:val="center"/>
        <w:rPr>
          <w:rFonts w:ascii="Cambria" w:hAnsi="Cambria" w:cs="Cambria"/>
          <w:b/>
          <w:bCs/>
          <w:lang w:val="en-GB"/>
        </w:rPr>
      </w:pPr>
      <w:r>
        <w:rPr>
          <w:rFonts w:ascii="Cambria" w:hAnsi="Cambria" w:cs="Cambria"/>
          <w:b/>
          <w:bCs/>
          <w:lang w:val="en-GB"/>
        </w:rPr>
        <w:t xml:space="preserve">Türkiye- Sırbistan İş Forumu </w:t>
      </w:r>
      <w:r w:rsidRPr="004F619E">
        <w:rPr>
          <w:rFonts w:ascii="Cambria" w:hAnsi="Cambria" w:cs="Cambria"/>
          <w:b/>
          <w:bCs/>
          <w:lang w:val="en-GB"/>
        </w:rPr>
        <w:t>Programı</w:t>
      </w:r>
    </w:p>
    <w:p w:rsidR="004573DC" w:rsidRPr="004F619E" w:rsidRDefault="004573DC" w:rsidP="00AF7BEC">
      <w:pPr>
        <w:pBdr>
          <w:top w:val="outset" w:sz="18" w:space="1" w:color="808080"/>
          <w:left w:val="outset" w:sz="18" w:space="4" w:color="808080"/>
          <w:bottom w:val="inset" w:sz="18" w:space="1" w:color="808080"/>
          <w:right w:val="inset" w:sz="18" w:space="4" w:color="808080"/>
        </w:pBdr>
        <w:tabs>
          <w:tab w:val="left" w:pos="2127"/>
        </w:tabs>
        <w:spacing w:before="120" w:line="240" w:lineRule="auto"/>
        <w:ind w:firstLine="0"/>
        <w:jc w:val="center"/>
        <w:rPr>
          <w:rFonts w:ascii="Cambria" w:hAnsi="Cambria" w:cs="Cambria"/>
          <w:b/>
          <w:bCs/>
          <w:lang w:val="en-GB"/>
        </w:rPr>
      </w:pPr>
      <w:r>
        <w:rPr>
          <w:rFonts w:ascii="Cambria" w:hAnsi="Cambria" w:cs="Cambria"/>
          <w:b/>
          <w:bCs/>
          <w:lang w:val="en-GB"/>
        </w:rPr>
        <w:t>Belgrad</w:t>
      </w:r>
    </w:p>
    <w:p w:rsidR="004573DC" w:rsidRPr="004F619E" w:rsidRDefault="004573DC" w:rsidP="00AF7BEC">
      <w:pPr>
        <w:pBdr>
          <w:top w:val="outset" w:sz="18" w:space="1" w:color="808080"/>
          <w:left w:val="outset" w:sz="18" w:space="4" w:color="808080"/>
          <w:bottom w:val="inset" w:sz="18" w:space="1" w:color="808080"/>
          <w:right w:val="inset" w:sz="18" w:space="4" w:color="808080"/>
        </w:pBdr>
        <w:tabs>
          <w:tab w:val="left" w:pos="2127"/>
        </w:tabs>
        <w:spacing w:before="120" w:line="240" w:lineRule="auto"/>
        <w:ind w:firstLine="0"/>
        <w:jc w:val="center"/>
        <w:rPr>
          <w:rFonts w:ascii="Cambria" w:hAnsi="Cambria" w:cs="Cambria"/>
          <w:b/>
          <w:bCs/>
          <w:lang w:val="en-US"/>
        </w:rPr>
      </w:pPr>
      <w:r>
        <w:rPr>
          <w:rFonts w:ascii="Cambria" w:hAnsi="Cambria" w:cs="Cambria"/>
          <w:b/>
          <w:bCs/>
          <w:lang w:val="en-US"/>
        </w:rPr>
        <w:t>28 Aralık</w:t>
      </w:r>
      <w:r w:rsidRPr="004F619E">
        <w:rPr>
          <w:rFonts w:ascii="Cambria" w:hAnsi="Cambria" w:cs="Cambria"/>
          <w:b/>
          <w:bCs/>
          <w:lang w:val="en-US"/>
        </w:rPr>
        <w:t xml:space="preserve"> 2015</w:t>
      </w:r>
    </w:p>
    <w:p w:rsidR="004573DC" w:rsidRDefault="004573DC" w:rsidP="001A0EC2">
      <w:pPr>
        <w:spacing w:line="240" w:lineRule="auto"/>
        <w:ind w:left="2124" w:right="-24" w:hanging="2124"/>
        <w:jc w:val="center"/>
        <w:rPr>
          <w:rFonts w:ascii="Arial Narrow" w:hAnsi="Arial Narrow" w:cs="Arial Narrow"/>
          <w:b/>
          <w:bCs/>
          <w:u w:val="single"/>
          <w:lang w:val="en-GB"/>
        </w:rPr>
      </w:pPr>
    </w:p>
    <w:p w:rsidR="004573DC" w:rsidRDefault="004573DC" w:rsidP="001A0EC2">
      <w:pPr>
        <w:spacing w:line="240" w:lineRule="auto"/>
        <w:ind w:left="2124" w:right="-24" w:hanging="2124"/>
        <w:jc w:val="center"/>
        <w:rPr>
          <w:rFonts w:ascii="Arial Narrow" w:hAnsi="Arial Narrow" w:cs="Arial Narrow"/>
          <w:b/>
          <w:bCs/>
          <w:u w:val="single"/>
          <w:lang w:val="en-GB"/>
        </w:rPr>
      </w:pPr>
    </w:p>
    <w:p w:rsidR="004573DC" w:rsidRPr="004F619E" w:rsidRDefault="004573DC" w:rsidP="005940FA">
      <w:pPr>
        <w:spacing w:line="240" w:lineRule="auto"/>
        <w:ind w:left="2124" w:right="-24" w:hanging="2124"/>
        <w:rPr>
          <w:b/>
          <w:bCs/>
          <w:u w:val="single"/>
          <w:lang w:val="en-GB"/>
        </w:rPr>
      </w:pPr>
    </w:p>
    <w:p w:rsidR="004573DC" w:rsidRPr="004F619E" w:rsidRDefault="004573DC" w:rsidP="008232A1">
      <w:pPr>
        <w:ind w:left="2124" w:right="-24" w:hanging="2124"/>
        <w:rPr>
          <w:lang w:val="en-GB"/>
        </w:rPr>
      </w:pPr>
      <w:r>
        <w:rPr>
          <w:b/>
          <w:bCs/>
          <w:lang w:val="en-GB"/>
        </w:rPr>
        <w:t>10.30-11.15</w:t>
      </w:r>
      <w:r>
        <w:rPr>
          <w:b/>
          <w:bCs/>
          <w:lang w:val="en-GB"/>
        </w:rPr>
        <w:tab/>
      </w:r>
      <w:r w:rsidRPr="004F619E">
        <w:rPr>
          <w:lang w:val="en-GB"/>
        </w:rPr>
        <w:t>İstanbul Atatürk Havalimanı-</w:t>
      </w:r>
      <w:r>
        <w:rPr>
          <w:lang w:val="en-GB"/>
        </w:rPr>
        <w:t>Belgrad</w:t>
      </w:r>
      <w:r w:rsidRPr="004F619E">
        <w:rPr>
          <w:lang w:val="en-GB"/>
        </w:rPr>
        <w:t>/</w:t>
      </w:r>
      <w:r>
        <w:rPr>
          <w:lang w:val="en-GB"/>
        </w:rPr>
        <w:t>Sırbistan (özel uçak ile)</w:t>
      </w:r>
    </w:p>
    <w:p w:rsidR="004573DC" w:rsidRDefault="004573DC" w:rsidP="005940FA">
      <w:pPr>
        <w:spacing w:line="240" w:lineRule="auto"/>
        <w:ind w:left="2124" w:right="-24" w:hanging="1779"/>
        <w:rPr>
          <w:lang w:val="en-GB"/>
        </w:rPr>
      </w:pPr>
      <w:r>
        <w:rPr>
          <w:b/>
          <w:bCs/>
          <w:lang w:val="en-GB"/>
        </w:rPr>
        <w:t xml:space="preserve">    11.45</w:t>
      </w:r>
      <w:r>
        <w:rPr>
          <w:b/>
          <w:bCs/>
          <w:lang w:val="en-GB"/>
        </w:rPr>
        <w:tab/>
      </w:r>
      <w:r>
        <w:rPr>
          <w:lang w:val="en-GB"/>
        </w:rPr>
        <w:t>Şehir Merkezine</w:t>
      </w:r>
      <w:r w:rsidRPr="00C65B37">
        <w:rPr>
          <w:lang w:val="en-GB"/>
        </w:rPr>
        <w:t xml:space="preserve"> Hareket</w:t>
      </w:r>
    </w:p>
    <w:p w:rsidR="004573DC" w:rsidRDefault="004573DC" w:rsidP="005940FA">
      <w:pPr>
        <w:spacing w:line="240" w:lineRule="auto"/>
        <w:ind w:left="2124" w:right="-24" w:hanging="1779"/>
        <w:rPr>
          <w:b/>
          <w:bCs/>
          <w:lang w:val="en-GB"/>
        </w:rPr>
      </w:pPr>
    </w:p>
    <w:p w:rsidR="004573DC" w:rsidRDefault="004573DC" w:rsidP="00C65B37">
      <w:pPr>
        <w:spacing w:line="240" w:lineRule="auto"/>
        <w:ind w:right="-24" w:firstLine="0"/>
        <w:rPr>
          <w:b/>
          <w:bCs/>
          <w:lang w:val="en-GB"/>
        </w:rPr>
      </w:pPr>
      <w:r>
        <w:rPr>
          <w:b/>
          <w:bCs/>
          <w:lang w:val="en-GB"/>
        </w:rPr>
        <w:t xml:space="preserve">12.15-15.00                   </w:t>
      </w:r>
      <w:r>
        <w:rPr>
          <w:b/>
          <w:bCs/>
          <w:lang w:val="en-GB"/>
        </w:rPr>
        <w:tab/>
      </w:r>
      <w:r w:rsidRPr="00C65B37">
        <w:rPr>
          <w:lang w:val="en-GB"/>
        </w:rPr>
        <w:t xml:space="preserve">Serbest </w:t>
      </w:r>
      <w:r>
        <w:rPr>
          <w:lang w:val="en-GB"/>
        </w:rPr>
        <w:t>z</w:t>
      </w:r>
      <w:r w:rsidRPr="0046618B">
        <w:rPr>
          <w:lang w:val="en-GB"/>
        </w:rPr>
        <w:t>aman ve öğle yemeği</w:t>
      </w:r>
      <w:r>
        <w:rPr>
          <w:b/>
          <w:bCs/>
          <w:lang w:val="en-GB"/>
        </w:rPr>
        <w:t xml:space="preserve">   </w:t>
      </w:r>
      <w:bookmarkStart w:id="0" w:name="_GoBack"/>
      <w:bookmarkEnd w:id="0"/>
    </w:p>
    <w:p w:rsidR="004573DC" w:rsidRDefault="004573DC" w:rsidP="00C65B37">
      <w:pPr>
        <w:spacing w:line="240" w:lineRule="auto"/>
        <w:ind w:right="-24" w:firstLine="0"/>
        <w:rPr>
          <w:b/>
          <w:bCs/>
          <w:lang w:val="en-GB"/>
        </w:rPr>
      </w:pPr>
    </w:p>
    <w:p w:rsidR="004573DC" w:rsidRDefault="004573DC" w:rsidP="00C65B37">
      <w:pPr>
        <w:spacing w:line="240" w:lineRule="auto"/>
        <w:ind w:right="-24" w:firstLine="0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15:00</w:t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 w:rsidRPr="005608E8">
        <w:rPr>
          <w:lang w:val="en-GB"/>
        </w:rPr>
        <w:t>Otele Transfer</w:t>
      </w:r>
    </w:p>
    <w:p w:rsidR="004573DC" w:rsidRDefault="004573DC" w:rsidP="00C65B37">
      <w:pPr>
        <w:spacing w:line="240" w:lineRule="auto"/>
        <w:ind w:right="-24" w:firstLine="0"/>
        <w:rPr>
          <w:lang w:val="en-GB"/>
        </w:rPr>
      </w:pPr>
    </w:p>
    <w:p w:rsidR="004573DC" w:rsidRPr="00256D3C" w:rsidRDefault="004573DC" w:rsidP="00C65B37">
      <w:pPr>
        <w:spacing w:line="240" w:lineRule="auto"/>
        <w:ind w:right="-24" w:firstLine="0"/>
        <w:rPr>
          <w:rFonts w:ascii="Cambria" w:hAnsi="Cambria" w:cs="Cambria"/>
          <w:b/>
          <w:bCs/>
          <w:lang w:val="en-GB"/>
        </w:rPr>
      </w:pPr>
      <w:r>
        <w:rPr>
          <w:b/>
          <w:bCs/>
          <w:lang w:val="en-GB"/>
        </w:rPr>
        <w:t>15:30-20:30</w:t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 w:rsidRPr="00256D3C">
        <w:rPr>
          <w:b/>
          <w:bCs/>
          <w:sz w:val="24"/>
          <w:szCs w:val="24"/>
          <w:lang w:val="en-GB"/>
        </w:rPr>
        <w:t>T</w:t>
      </w:r>
      <w:r>
        <w:rPr>
          <w:b/>
          <w:bCs/>
          <w:sz w:val="24"/>
          <w:szCs w:val="24"/>
          <w:lang w:val="en-GB"/>
        </w:rPr>
        <w:t>ÜRKİYE- SIRBİSTAN İŞ FORUMU</w:t>
      </w:r>
      <w:r>
        <w:rPr>
          <w:rFonts w:ascii="Cambria" w:hAnsi="Cambria" w:cs="Cambria"/>
          <w:b/>
          <w:bCs/>
          <w:lang w:val="en-GB"/>
        </w:rPr>
        <w:t xml:space="preserve"> </w:t>
      </w:r>
      <w:r w:rsidRPr="00256D3C">
        <w:rPr>
          <w:rFonts w:ascii="Cambria" w:hAnsi="Cambria" w:cs="Cambria"/>
          <w:b/>
          <w:bCs/>
          <w:i/>
          <w:iCs/>
          <w:lang w:val="en-GB"/>
        </w:rPr>
        <w:t>(</w:t>
      </w:r>
      <w:r w:rsidRPr="00256D3C">
        <w:rPr>
          <w:b/>
          <w:bCs/>
          <w:i/>
          <w:iCs/>
          <w:sz w:val="24"/>
          <w:szCs w:val="24"/>
          <w:lang w:val="en-GB"/>
        </w:rPr>
        <w:t>HYATT REGENCY BELGRADE)</w:t>
      </w:r>
    </w:p>
    <w:p w:rsidR="004573DC" w:rsidRPr="005608E8" w:rsidRDefault="004573DC" w:rsidP="00256D3C">
      <w:pPr>
        <w:spacing w:line="240" w:lineRule="auto"/>
        <w:ind w:left="2124" w:right="-24" w:hanging="2124"/>
        <w:rPr>
          <w:i/>
          <w:iCs/>
          <w:lang w:val="en-GB"/>
        </w:rPr>
      </w:pPr>
      <w:r>
        <w:rPr>
          <w:lang w:val="en-GB"/>
        </w:rPr>
        <w:tab/>
      </w:r>
      <w:r w:rsidRPr="005608E8">
        <w:rPr>
          <w:i/>
          <w:iCs/>
          <w:lang w:val="en-GB"/>
        </w:rPr>
        <w:t>Yer:</w:t>
      </w:r>
      <w:r w:rsidRPr="005608E8">
        <w:rPr>
          <w:i/>
          <w:iCs/>
          <w:sz w:val="24"/>
          <w:szCs w:val="24"/>
          <w:lang w:val="en-GB"/>
        </w:rPr>
        <w:t xml:space="preserve"> </w:t>
      </w:r>
      <w:r w:rsidRPr="005608E8">
        <w:rPr>
          <w:i/>
          <w:iCs/>
          <w:lang w:val="en-GB"/>
        </w:rPr>
        <w:t>Hyatt Regency Belgrade</w:t>
      </w:r>
    </w:p>
    <w:p w:rsidR="004573DC" w:rsidRPr="001C4558" w:rsidRDefault="004573DC" w:rsidP="00256D3C">
      <w:pPr>
        <w:spacing w:line="240" w:lineRule="auto"/>
        <w:ind w:left="1416" w:right="-24" w:firstLine="708"/>
        <w:rPr>
          <w:i/>
          <w:iCs/>
          <w:sz w:val="20"/>
          <w:szCs w:val="20"/>
        </w:rPr>
      </w:pPr>
      <w:r w:rsidRPr="001C4558">
        <w:rPr>
          <w:i/>
          <w:iCs/>
          <w:sz w:val="20"/>
          <w:szCs w:val="20"/>
        </w:rPr>
        <w:t>PO Box 067, Milentija Popovica 5</w:t>
      </w:r>
    </w:p>
    <w:p w:rsidR="004573DC" w:rsidRPr="001C4558" w:rsidRDefault="004573DC" w:rsidP="00256D3C">
      <w:pPr>
        <w:spacing w:line="240" w:lineRule="auto"/>
        <w:ind w:left="1416" w:right="-24" w:firstLine="708"/>
        <w:rPr>
          <w:i/>
          <w:iCs/>
          <w:sz w:val="20"/>
          <w:szCs w:val="20"/>
        </w:rPr>
      </w:pPr>
      <w:r w:rsidRPr="001C4558">
        <w:rPr>
          <w:i/>
          <w:iCs/>
          <w:sz w:val="20"/>
          <w:szCs w:val="20"/>
        </w:rPr>
        <w:t>Belgrade,  Serbia, 11070</w:t>
      </w:r>
    </w:p>
    <w:p w:rsidR="004573DC" w:rsidRPr="001C4558" w:rsidRDefault="004573DC" w:rsidP="00256D3C">
      <w:pPr>
        <w:spacing w:line="240" w:lineRule="auto"/>
        <w:ind w:left="1416" w:right="-24" w:firstLine="708"/>
        <w:rPr>
          <w:i/>
          <w:iCs/>
          <w:sz w:val="20"/>
          <w:szCs w:val="20"/>
          <w:lang w:val="tr-TR"/>
        </w:rPr>
      </w:pPr>
      <w:r w:rsidRPr="001C4558">
        <w:rPr>
          <w:i/>
          <w:iCs/>
          <w:sz w:val="20"/>
          <w:szCs w:val="20"/>
        </w:rPr>
        <w:t>Tel: +381 11 301 1234</w:t>
      </w:r>
    </w:p>
    <w:p w:rsidR="004573DC" w:rsidRPr="0060201A" w:rsidRDefault="004573DC" w:rsidP="00C65B37">
      <w:pPr>
        <w:spacing w:line="240" w:lineRule="auto"/>
        <w:ind w:right="-24" w:firstLine="0"/>
      </w:pPr>
    </w:p>
    <w:p w:rsidR="004573DC" w:rsidRPr="0060201A" w:rsidRDefault="004573DC" w:rsidP="00C65B37">
      <w:pPr>
        <w:spacing w:line="240" w:lineRule="auto"/>
        <w:ind w:right="-24" w:firstLine="0"/>
        <w:rPr>
          <w:b/>
          <w:bCs/>
        </w:rPr>
      </w:pPr>
      <w:r w:rsidRPr="0060201A">
        <w:rPr>
          <w:b/>
          <w:bCs/>
        </w:rPr>
        <w:t>15:30-16:00</w:t>
      </w:r>
      <w:r w:rsidRPr="0060201A">
        <w:rPr>
          <w:b/>
          <w:bCs/>
        </w:rPr>
        <w:tab/>
      </w:r>
      <w:r w:rsidRPr="0060201A">
        <w:rPr>
          <w:b/>
          <w:bCs/>
        </w:rPr>
        <w:tab/>
      </w:r>
      <w:r w:rsidRPr="00446F1A">
        <w:rPr>
          <w:lang w:val="en-GB"/>
        </w:rPr>
        <w:t>Kay</w:t>
      </w:r>
      <w:r w:rsidRPr="0060201A">
        <w:t>ı</w:t>
      </w:r>
      <w:r w:rsidRPr="00446F1A">
        <w:rPr>
          <w:lang w:val="en-GB"/>
        </w:rPr>
        <w:t>t</w:t>
      </w:r>
      <w:r w:rsidRPr="0060201A">
        <w:t xml:space="preserve"> </w:t>
      </w:r>
    </w:p>
    <w:p w:rsidR="004573DC" w:rsidRPr="0060201A" w:rsidRDefault="004573DC" w:rsidP="005608E8">
      <w:pPr>
        <w:spacing w:line="240" w:lineRule="auto"/>
        <w:ind w:left="2124" w:right="-24" w:hanging="1779"/>
        <w:rPr>
          <w:b/>
          <w:bCs/>
        </w:rPr>
      </w:pPr>
      <w:r w:rsidRPr="0060201A">
        <w:rPr>
          <w:b/>
          <w:bCs/>
        </w:rPr>
        <w:t xml:space="preserve">    </w:t>
      </w:r>
    </w:p>
    <w:p w:rsidR="004573DC" w:rsidRPr="0060201A" w:rsidRDefault="004573DC" w:rsidP="005608E8">
      <w:pPr>
        <w:spacing w:line="240" w:lineRule="auto"/>
        <w:ind w:right="-24" w:firstLine="0"/>
      </w:pPr>
      <w:r w:rsidRPr="0060201A">
        <w:rPr>
          <w:b/>
          <w:bCs/>
        </w:rPr>
        <w:t>16:00-17:45</w:t>
      </w:r>
      <w:r w:rsidRPr="0060201A">
        <w:rPr>
          <w:b/>
          <w:bCs/>
        </w:rPr>
        <w:tab/>
      </w:r>
      <w:r w:rsidRPr="0060201A">
        <w:rPr>
          <w:b/>
          <w:bCs/>
        </w:rPr>
        <w:tab/>
      </w:r>
      <w:r w:rsidRPr="0060201A">
        <w:t>İ</w:t>
      </w:r>
      <w:r w:rsidRPr="00493ABB">
        <w:rPr>
          <w:lang w:val="en-GB"/>
        </w:rPr>
        <w:t>kili</w:t>
      </w:r>
      <w:r w:rsidRPr="0060201A">
        <w:t xml:space="preserve"> </w:t>
      </w:r>
      <w:r>
        <w:rPr>
          <w:lang w:val="en-GB"/>
        </w:rPr>
        <w:t>Firma</w:t>
      </w:r>
      <w:r w:rsidRPr="0060201A">
        <w:t xml:space="preserve"> </w:t>
      </w:r>
      <w:r w:rsidRPr="00493ABB">
        <w:rPr>
          <w:lang w:val="en-GB"/>
        </w:rPr>
        <w:t>G</w:t>
      </w:r>
      <w:r w:rsidRPr="0060201A">
        <w:t>ö</w:t>
      </w:r>
      <w:r w:rsidRPr="00493ABB">
        <w:rPr>
          <w:lang w:val="en-GB"/>
        </w:rPr>
        <w:t>r</w:t>
      </w:r>
      <w:r w:rsidRPr="0060201A">
        <w:t>üş</w:t>
      </w:r>
      <w:r w:rsidRPr="00493ABB">
        <w:rPr>
          <w:lang w:val="en-GB"/>
        </w:rPr>
        <w:t>meler</w:t>
      </w:r>
      <w:r>
        <w:rPr>
          <w:lang w:val="en-GB"/>
        </w:rPr>
        <w:t>i</w:t>
      </w:r>
      <w:r w:rsidRPr="0060201A">
        <w:tab/>
      </w:r>
    </w:p>
    <w:p w:rsidR="004573DC" w:rsidRPr="0060201A" w:rsidRDefault="004573DC" w:rsidP="00493ABB">
      <w:pPr>
        <w:spacing w:line="240" w:lineRule="auto"/>
        <w:ind w:right="-24" w:firstLine="0"/>
      </w:pPr>
    </w:p>
    <w:p w:rsidR="004573DC" w:rsidRPr="0060201A" w:rsidRDefault="004573DC" w:rsidP="00493ABB">
      <w:pPr>
        <w:spacing w:line="240" w:lineRule="auto"/>
        <w:ind w:right="-24" w:firstLine="0"/>
        <w:rPr>
          <w:b/>
          <w:bCs/>
        </w:rPr>
      </w:pPr>
      <w:r w:rsidRPr="0060201A">
        <w:rPr>
          <w:b/>
          <w:bCs/>
        </w:rPr>
        <w:t>17:45-18:45</w:t>
      </w:r>
      <w:r w:rsidRPr="0060201A">
        <w:rPr>
          <w:b/>
          <w:bCs/>
        </w:rPr>
        <w:tab/>
      </w:r>
      <w:r w:rsidRPr="0060201A">
        <w:rPr>
          <w:b/>
          <w:bCs/>
        </w:rPr>
        <w:tab/>
      </w:r>
      <w:r w:rsidRPr="00FD0E4E">
        <w:rPr>
          <w:lang w:val="en-GB"/>
        </w:rPr>
        <w:t>Sunumlar</w:t>
      </w:r>
    </w:p>
    <w:p w:rsidR="004573DC" w:rsidRPr="005608E8" w:rsidRDefault="004573DC" w:rsidP="005608E8">
      <w:pPr>
        <w:spacing w:line="240" w:lineRule="auto"/>
        <w:ind w:left="2124" w:right="-24" w:hanging="2124"/>
        <w:rPr>
          <w:i/>
          <w:iCs/>
          <w:sz w:val="20"/>
          <w:szCs w:val="20"/>
          <w:lang w:val="tr-TR"/>
        </w:rPr>
      </w:pPr>
      <w:r w:rsidRPr="0060201A">
        <w:rPr>
          <w:b/>
          <w:bCs/>
        </w:rPr>
        <w:tab/>
      </w:r>
    </w:p>
    <w:p w:rsidR="004573DC" w:rsidRPr="0060201A" w:rsidRDefault="004573DC" w:rsidP="00FD0E4E">
      <w:pPr>
        <w:spacing w:line="240" w:lineRule="auto"/>
        <w:ind w:left="2124" w:right="-24" w:hanging="2124"/>
        <w:rPr>
          <w:b/>
          <w:bCs/>
        </w:rPr>
      </w:pPr>
      <w:r w:rsidRPr="0060201A">
        <w:rPr>
          <w:b/>
          <w:bCs/>
        </w:rPr>
        <w:t>18:45-20:30</w:t>
      </w:r>
      <w:r w:rsidRPr="0060201A">
        <w:rPr>
          <w:b/>
          <w:bCs/>
        </w:rPr>
        <w:tab/>
      </w:r>
      <w:r w:rsidRPr="000063E7">
        <w:rPr>
          <w:b/>
          <w:bCs/>
          <w:lang w:val="en-GB"/>
        </w:rPr>
        <w:t>T</w:t>
      </w:r>
      <w:r w:rsidRPr="0060201A">
        <w:rPr>
          <w:b/>
          <w:bCs/>
        </w:rPr>
        <w:t>.</w:t>
      </w:r>
      <w:r w:rsidRPr="000063E7">
        <w:rPr>
          <w:b/>
          <w:bCs/>
          <w:lang w:val="en-GB"/>
        </w:rPr>
        <w:t>C</w:t>
      </w:r>
      <w:r w:rsidRPr="0060201A">
        <w:rPr>
          <w:b/>
          <w:bCs/>
        </w:rPr>
        <w:t xml:space="preserve">. </w:t>
      </w:r>
      <w:r w:rsidRPr="000063E7">
        <w:rPr>
          <w:b/>
          <w:bCs/>
          <w:lang w:val="en-GB"/>
        </w:rPr>
        <w:t>Ba</w:t>
      </w:r>
      <w:r w:rsidRPr="0060201A">
        <w:rPr>
          <w:b/>
          <w:bCs/>
        </w:rPr>
        <w:t>ş</w:t>
      </w:r>
      <w:r w:rsidRPr="000063E7">
        <w:rPr>
          <w:b/>
          <w:bCs/>
          <w:lang w:val="en-GB"/>
        </w:rPr>
        <w:t>bakan</w:t>
      </w:r>
      <w:r w:rsidRPr="0060201A">
        <w:rPr>
          <w:b/>
          <w:bCs/>
        </w:rPr>
        <w:t xml:space="preserve">ı </w:t>
      </w:r>
      <w:r>
        <w:rPr>
          <w:b/>
          <w:bCs/>
          <w:lang w:val="en-GB"/>
        </w:rPr>
        <w:t>Sn</w:t>
      </w:r>
      <w:r w:rsidRPr="0060201A">
        <w:rPr>
          <w:b/>
          <w:bCs/>
        </w:rPr>
        <w:t xml:space="preserve">. </w:t>
      </w:r>
      <w:r w:rsidRPr="000063E7">
        <w:rPr>
          <w:b/>
          <w:bCs/>
          <w:lang w:val="en-GB"/>
        </w:rPr>
        <w:t>Ahmet</w:t>
      </w:r>
      <w:r w:rsidRPr="0060201A">
        <w:rPr>
          <w:b/>
          <w:bCs/>
        </w:rPr>
        <w:t xml:space="preserve"> </w:t>
      </w:r>
      <w:r w:rsidRPr="000063E7">
        <w:rPr>
          <w:b/>
          <w:bCs/>
          <w:lang w:val="en-GB"/>
        </w:rPr>
        <w:t>Davuto</w:t>
      </w:r>
      <w:r w:rsidRPr="0060201A">
        <w:rPr>
          <w:b/>
          <w:bCs/>
        </w:rPr>
        <w:t>ğ</w:t>
      </w:r>
      <w:r w:rsidRPr="000063E7">
        <w:rPr>
          <w:b/>
          <w:bCs/>
          <w:lang w:val="en-GB"/>
        </w:rPr>
        <w:t>lu</w:t>
      </w:r>
      <w:r w:rsidRPr="0060201A">
        <w:rPr>
          <w:b/>
          <w:bCs/>
        </w:rPr>
        <w:t>’</w:t>
      </w:r>
      <w:r>
        <w:rPr>
          <w:b/>
          <w:bCs/>
          <w:lang w:val="en-GB"/>
        </w:rPr>
        <w:t>nun</w:t>
      </w:r>
      <w:r w:rsidRPr="0060201A">
        <w:rPr>
          <w:b/>
          <w:bCs/>
        </w:rPr>
        <w:t xml:space="preserve"> </w:t>
      </w:r>
      <w:r w:rsidRPr="000063E7">
        <w:rPr>
          <w:b/>
          <w:bCs/>
          <w:lang w:val="en-GB"/>
        </w:rPr>
        <w:t>ve</w:t>
      </w:r>
      <w:r w:rsidRPr="0060201A">
        <w:rPr>
          <w:b/>
          <w:bCs/>
        </w:rPr>
        <w:t xml:space="preserve"> </w:t>
      </w:r>
      <w:r w:rsidRPr="000063E7">
        <w:rPr>
          <w:b/>
          <w:bCs/>
          <w:lang w:val="en-GB"/>
        </w:rPr>
        <w:t>S</w:t>
      </w:r>
      <w:r w:rsidRPr="0060201A">
        <w:rPr>
          <w:b/>
          <w:bCs/>
        </w:rPr>
        <w:t>ı</w:t>
      </w:r>
      <w:r w:rsidRPr="000063E7">
        <w:rPr>
          <w:b/>
          <w:bCs/>
          <w:lang w:val="en-GB"/>
        </w:rPr>
        <w:t>rbistan</w:t>
      </w:r>
      <w:r w:rsidRPr="0060201A">
        <w:rPr>
          <w:b/>
          <w:bCs/>
        </w:rPr>
        <w:t xml:space="preserve"> </w:t>
      </w:r>
      <w:r w:rsidRPr="000063E7">
        <w:rPr>
          <w:b/>
          <w:bCs/>
          <w:lang w:val="en-GB"/>
        </w:rPr>
        <w:t>Ba</w:t>
      </w:r>
      <w:r w:rsidRPr="0060201A">
        <w:rPr>
          <w:b/>
          <w:bCs/>
        </w:rPr>
        <w:t>ş</w:t>
      </w:r>
      <w:r w:rsidRPr="000063E7">
        <w:rPr>
          <w:b/>
          <w:bCs/>
          <w:lang w:val="en-GB"/>
        </w:rPr>
        <w:t>bakan</w:t>
      </w:r>
      <w:r w:rsidRPr="0060201A">
        <w:rPr>
          <w:b/>
          <w:bCs/>
        </w:rPr>
        <w:t xml:space="preserve">ı </w:t>
      </w:r>
      <w:r>
        <w:rPr>
          <w:b/>
          <w:bCs/>
          <w:lang w:val="en-GB"/>
        </w:rPr>
        <w:t>Sn</w:t>
      </w:r>
      <w:r w:rsidRPr="0060201A">
        <w:rPr>
          <w:b/>
          <w:bCs/>
        </w:rPr>
        <w:t xml:space="preserve">. </w:t>
      </w:r>
      <w:r w:rsidRPr="000063E7">
        <w:rPr>
          <w:b/>
          <w:bCs/>
          <w:lang w:val="en-GB"/>
        </w:rPr>
        <w:t>Aleksandar</w:t>
      </w:r>
      <w:r w:rsidRPr="0060201A">
        <w:rPr>
          <w:b/>
          <w:bCs/>
        </w:rPr>
        <w:t xml:space="preserve"> </w:t>
      </w:r>
      <w:r w:rsidRPr="000063E7">
        <w:rPr>
          <w:b/>
          <w:bCs/>
          <w:lang w:val="en-GB"/>
        </w:rPr>
        <w:t>Vu</w:t>
      </w:r>
      <w:r w:rsidRPr="0060201A">
        <w:rPr>
          <w:b/>
          <w:bCs/>
        </w:rPr>
        <w:t>č</w:t>
      </w:r>
      <w:r w:rsidRPr="000063E7">
        <w:rPr>
          <w:b/>
          <w:bCs/>
          <w:lang w:val="en-GB"/>
        </w:rPr>
        <w:t>i</w:t>
      </w:r>
      <w:r w:rsidRPr="0060201A">
        <w:rPr>
          <w:b/>
          <w:bCs/>
        </w:rPr>
        <w:t>ć’</w:t>
      </w:r>
      <w:r>
        <w:rPr>
          <w:b/>
          <w:bCs/>
          <w:lang w:val="en-GB"/>
        </w:rPr>
        <w:t>in</w:t>
      </w:r>
      <w:r w:rsidRPr="0060201A">
        <w:rPr>
          <w:b/>
          <w:bCs/>
        </w:rPr>
        <w:t xml:space="preserve"> </w:t>
      </w:r>
      <w:r>
        <w:rPr>
          <w:b/>
          <w:bCs/>
          <w:lang w:val="en-GB"/>
        </w:rPr>
        <w:t>Te</w:t>
      </w:r>
      <w:r w:rsidRPr="0060201A">
        <w:rPr>
          <w:b/>
          <w:bCs/>
        </w:rPr>
        <w:t>ş</w:t>
      </w:r>
      <w:r>
        <w:rPr>
          <w:b/>
          <w:bCs/>
          <w:lang w:val="en-GB"/>
        </w:rPr>
        <w:t>rifleriyle</w:t>
      </w:r>
      <w:r w:rsidRPr="0060201A">
        <w:rPr>
          <w:b/>
          <w:bCs/>
        </w:rPr>
        <w:t xml:space="preserve"> “Ç</w:t>
      </w:r>
      <w:r w:rsidRPr="000063E7">
        <w:rPr>
          <w:b/>
          <w:bCs/>
          <w:lang w:val="en-GB"/>
        </w:rPr>
        <w:t>al</w:t>
      </w:r>
      <w:r w:rsidRPr="0060201A">
        <w:rPr>
          <w:b/>
          <w:bCs/>
        </w:rPr>
        <w:t>ış</w:t>
      </w:r>
      <w:r w:rsidRPr="000063E7">
        <w:rPr>
          <w:b/>
          <w:bCs/>
          <w:lang w:val="en-GB"/>
        </w:rPr>
        <w:t>ma</w:t>
      </w:r>
      <w:r w:rsidRPr="0060201A">
        <w:rPr>
          <w:b/>
          <w:bCs/>
        </w:rPr>
        <w:t xml:space="preserve"> </w:t>
      </w:r>
      <w:r w:rsidRPr="000063E7">
        <w:rPr>
          <w:b/>
          <w:bCs/>
          <w:lang w:val="en-GB"/>
        </w:rPr>
        <w:t>Yeme</w:t>
      </w:r>
      <w:r w:rsidRPr="0060201A">
        <w:rPr>
          <w:b/>
          <w:bCs/>
        </w:rPr>
        <w:t>ğ</w:t>
      </w:r>
      <w:r w:rsidRPr="000063E7">
        <w:rPr>
          <w:b/>
          <w:bCs/>
          <w:lang w:val="en-GB"/>
        </w:rPr>
        <w:t>i</w:t>
      </w:r>
      <w:r w:rsidRPr="0060201A">
        <w:rPr>
          <w:b/>
          <w:bCs/>
        </w:rPr>
        <w:t>”</w:t>
      </w:r>
    </w:p>
    <w:p w:rsidR="004573DC" w:rsidRPr="0060201A" w:rsidRDefault="004573DC" w:rsidP="0046618B">
      <w:pPr>
        <w:spacing w:line="240" w:lineRule="auto"/>
        <w:ind w:left="2124" w:right="-24" w:hanging="2124"/>
        <w:rPr>
          <w:b/>
          <w:bCs/>
        </w:rPr>
      </w:pPr>
      <w:r w:rsidRPr="0060201A">
        <w:rPr>
          <w:b/>
          <w:bCs/>
        </w:rPr>
        <w:tab/>
        <w:t xml:space="preserve">   </w:t>
      </w:r>
    </w:p>
    <w:p w:rsidR="004573DC" w:rsidRPr="008232A1" w:rsidRDefault="004573DC" w:rsidP="005608E8">
      <w:pPr>
        <w:spacing w:after="120"/>
        <w:ind w:firstLine="708"/>
        <w:rPr>
          <w:lang w:val="en-GB"/>
        </w:rPr>
      </w:pPr>
      <w:r>
        <w:rPr>
          <w:b/>
          <w:bCs/>
          <w:lang w:val="en-GB"/>
        </w:rPr>
        <w:t>21.00</w:t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 w:rsidRPr="008232A1">
        <w:rPr>
          <w:lang w:val="en-GB"/>
        </w:rPr>
        <w:t>Havalimanına Transfer</w:t>
      </w:r>
    </w:p>
    <w:p w:rsidR="004573DC" w:rsidRPr="004F619E" w:rsidRDefault="004573DC" w:rsidP="008232A1">
      <w:pPr>
        <w:pStyle w:val="NoSpacing"/>
        <w:spacing w:line="360" w:lineRule="auto"/>
        <w:ind w:firstLine="0"/>
        <w:rPr>
          <w:lang w:val="en-GB"/>
        </w:rPr>
      </w:pPr>
      <w:r>
        <w:rPr>
          <w:b/>
          <w:bCs/>
          <w:lang w:val="en-GB"/>
        </w:rPr>
        <w:t xml:space="preserve">  22.00-00.55</w:t>
      </w:r>
      <w:r>
        <w:rPr>
          <w:lang w:val="en-GB"/>
        </w:rPr>
        <w:tab/>
      </w:r>
      <w:r>
        <w:rPr>
          <w:lang w:val="en-GB"/>
        </w:rPr>
        <w:tab/>
      </w:r>
      <w:r w:rsidRPr="00CE7BBD">
        <w:rPr>
          <w:lang w:val="en-GB"/>
        </w:rPr>
        <w:t>İstanbul</w:t>
      </w:r>
      <w:r>
        <w:rPr>
          <w:lang w:val="en-GB"/>
        </w:rPr>
        <w:t xml:space="preserve">’a hareket </w:t>
      </w:r>
      <w:r w:rsidRPr="00CE7BBD">
        <w:rPr>
          <w:lang w:val="en-GB"/>
        </w:rPr>
        <w:t>(</w:t>
      </w:r>
      <w:r>
        <w:rPr>
          <w:lang w:val="en-GB"/>
        </w:rPr>
        <w:t>özel ucak ile</w:t>
      </w:r>
      <w:r w:rsidRPr="00CE7BBD">
        <w:rPr>
          <w:lang w:val="en-GB"/>
        </w:rPr>
        <w:t>)</w:t>
      </w:r>
    </w:p>
    <w:sectPr w:rsidR="004573DC" w:rsidRPr="004F619E" w:rsidSect="0078665E">
      <w:headerReference w:type="default" r:id="rId7"/>
      <w:footerReference w:type="default" r:id="rId8"/>
      <w:pgSz w:w="11906" w:h="16838"/>
      <w:pgMar w:top="624" w:right="720" w:bottom="720" w:left="720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3DC" w:rsidRDefault="004573DC" w:rsidP="004342F5">
      <w:pPr>
        <w:spacing w:line="240" w:lineRule="auto"/>
      </w:pPr>
      <w:r>
        <w:separator/>
      </w:r>
    </w:p>
  </w:endnote>
  <w:endnote w:type="continuationSeparator" w:id="0">
    <w:p w:rsidR="004573DC" w:rsidRDefault="004573DC" w:rsidP="004342F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A2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3DC" w:rsidRPr="0012280B" w:rsidRDefault="004573DC" w:rsidP="007D2BF6">
    <w:pPr>
      <w:pStyle w:val="Footer"/>
      <w:framePr w:wrap="auto" w:vAnchor="text" w:hAnchor="margin" w:xAlign="right" w:y="1"/>
      <w:rPr>
        <w:rStyle w:val="PageNumber"/>
        <w:lang w:val="tr-TR"/>
      </w:rPr>
    </w:pPr>
  </w:p>
  <w:p w:rsidR="004573DC" w:rsidRDefault="004573DC" w:rsidP="006F1AD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3DC" w:rsidRDefault="004573DC" w:rsidP="004342F5">
      <w:pPr>
        <w:spacing w:line="240" w:lineRule="auto"/>
      </w:pPr>
      <w:r>
        <w:separator/>
      </w:r>
    </w:p>
  </w:footnote>
  <w:footnote w:type="continuationSeparator" w:id="0">
    <w:p w:rsidR="004573DC" w:rsidRDefault="004573DC" w:rsidP="004342F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3DC" w:rsidRDefault="004573DC" w:rsidP="005608E8">
    <w:pPr>
      <w:pStyle w:val="Header"/>
      <w:tabs>
        <w:tab w:val="clear" w:pos="4320"/>
        <w:tab w:val="clear" w:pos="8640"/>
        <w:tab w:val="right" w:pos="9072"/>
      </w:tabs>
      <w:ind w:right="-709" w:firstLine="0"/>
      <w:rPr>
        <w:lang w:val="tr-TR"/>
      </w:rPr>
    </w:pPr>
    <w:r>
      <w:rPr>
        <w:lang w:val="tr-TR"/>
      </w:rPr>
      <w:t xml:space="preserve">                                                                                  </w:t>
    </w:r>
    <w:r w:rsidRPr="005A6F0F">
      <w:rPr>
        <w:noProof/>
        <w:lang w:val="tr-TR"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6" type="#_x0000_t75" style="width:114.75pt;height:41.25pt;visibility:visible">
          <v:imagedata r:id="rId1" o:title=""/>
        </v:shape>
      </w:pict>
    </w:r>
  </w:p>
  <w:p w:rsidR="004573DC" w:rsidRDefault="004573DC" w:rsidP="001A0EC2">
    <w:pPr>
      <w:pStyle w:val="Header"/>
      <w:tabs>
        <w:tab w:val="clear" w:pos="4320"/>
        <w:tab w:val="clear" w:pos="8640"/>
        <w:tab w:val="right" w:pos="9072"/>
      </w:tabs>
      <w:ind w:right="-709" w:firstLine="0"/>
      <w:jc w:val="center"/>
      <w:rPr>
        <w:lang w:val="tr-TR"/>
      </w:rPr>
    </w:pPr>
  </w:p>
  <w:p w:rsidR="004573DC" w:rsidRPr="004F619E" w:rsidRDefault="004573DC" w:rsidP="001A0EC2">
    <w:pPr>
      <w:pStyle w:val="Header"/>
      <w:tabs>
        <w:tab w:val="clear" w:pos="4320"/>
        <w:tab w:val="clear" w:pos="8640"/>
        <w:tab w:val="right" w:pos="9072"/>
      </w:tabs>
      <w:ind w:right="-709" w:firstLine="0"/>
      <w:jc w:val="center"/>
      <w:rPr>
        <w:lang w:val="tr-T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56B5"/>
    <w:multiLevelType w:val="hybridMultilevel"/>
    <w:tmpl w:val="4D64761C"/>
    <w:lvl w:ilvl="0" w:tplc="0DD61EB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BC87E34"/>
    <w:multiLevelType w:val="multilevel"/>
    <w:tmpl w:val="DF9A9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273BB7"/>
    <w:multiLevelType w:val="hybridMultilevel"/>
    <w:tmpl w:val="2996EE9E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>
      <w:start w:val="1"/>
      <w:numFmt w:val="lowerLetter"/>
      <w:lvlText w:val="%2."/>
      <w:lvlJc w:val="left"/>
      <w:pPr>
        <w:ind w:left="1440" w:hanging="360"/>
      </w:pPr>
    </w:lvl>
    <w:lvl w:ilvl="2" w:tplc="140C001B">
      <w:start w:val="1"/>
      <w:numFmt w:val="lowerRoman"/>
      <w:lvlText w:val="%3."/>
      <w:lvlJc w:val="right"/>
      <w:pPr>
        <w:ind w:left="2160" w:hanging="180"/>
      </w:pPr>
    </w:lvl>
    <w:lvl w:ilvl="3" w:tplc="140C000F">
      <w:start w:val="1"/>
      <w:numFmt w:val="decimal"/>
      <w:lvlText w:val="%4."/>
      <w:lvlJc w:val="left"/>
      <w:pPr>
        <w:ind w:left="2880" w:hanging="360"/>
      </w:pPr>
    </w:lvl>
    <w:lvl w:ilvl="4" w:tplc="140C0019">
      <w:start w:val="1"/>
      <w:numFmt w:val="lowerLetter"/>
      <w:lvlText w:val="%5."/>
      <w:lvlJc w:val="left"/>
      <w:pPr>
        <w:ind w:left="3600" w:hanging="360"/>
      </w:pPr>
    </w:lvl>
    <w:lvl w:ilvl="5" w:tplc="140C001B">
      <w:start w:val="1"/>
      <w:numFmt w:val="lowerRoman"/>
      <w:lvlText w:val="%6."/>
      <w:lvlJc w:val="right"/>
      <w:pPr>
        <w:ind w:left="4320" w:hanging="180"/>
      </w:pPr>
    </w:lvl>
    <w:lvl w:ilvl="6" w:tplc="140C000F">
      <w:start w:val="1"/>
      <w:numFmt w:val="decimal"/>
      <w:lvlText w:val="%7."/>
      <w:lvlJc w:val="left"/>
      <w:pPr>
        <w:ind w:left="5040" w:hanging="360"/>
      </w:pPr>
    </w:lvl>
    <w:lvl w:ilvl="7" w:tplc="140C0019">
      <w:start w:val="1"/>
      <w:numFmt w:val="lowerLetter"/>
      <w:lvlText w:val="%8."/>
      <w:lvlJc w:val="left"/>
      <w:pPr>
        <w:ind w:left="5760" w:hanging="360"/>
      </w:pPr>
    </w:lvl>
    <w:lvl w:ilvl="8" w:tplc="1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36D8B"/>
    <w:multiLevelType w:val="hybridMultilevel"/>
    <w:tmpl w:val="5380C3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8C83089"/>
    <w:multiLevelType w:val="hybridMultilevel"/>
    <w:tmpl w:val="9F68EAFA"/>
    <w:lvl w:ilvl="0" w:tplc="E9726352">
      <w:start w:val="8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C0019">
      <w:start w:val="1"/>
      <w:numFmt w:val="lowerLetter"/>
      <w:lvlText w:val="%2."/>
      <w:lvlJc w:val="left"/>
      <w:pPr>
        <w:ind w:left="1440" w:hanging="360"/>
      </w:pPr>
    </w:lvl>
    <w:lvl w:ilvl="2" w:tplc="140C001B">
      <w:start w:val="1"/>
      <w:numFmt w:val="lowerRoman"/>
      <w:lvlText w:val="%3."/>
      <w:lvlJc w:val="right"/>
      <w:pPr>
        <w:ind w:left="2160" w:hanging="180"/>
      </w:pPr>
    </w:lvl>
    <w:lvl w:ilvl="3" w:tplc="140C000F">
      <w:start w:val="1"/>
      <w:numFmt w:val="decimal"/>
      <w:lvlText w:val="%4."/>
      <w:lvlJc w:val="left"/>
      <w:pPr>
        <w:ind w:left="2880" w:hanging="360"/>
      </w:pPr>
    </w:lvl>
    <w:lvl w:ilvl="4" w:tplc="140C0019">
      <w:start w:val="1"/>
      <w:numFmt w:val="lowerLetter"/>
      <w:lvlText w:val="%5."/>
      <w:lvlJc w:val="left"/>
      <w:pPr>
        <w:ind w:left="3600" w:hanging="360"/>
      </w:pPr>
    </w:lvl>
    <w:lvl w:ilvl="5" w:tplc="140C001B">
      <w:start w:val="1"/>
      <w:numFmt w:val="lowerRoman"/>
      <w:lvlText w:val="%6."/>
      <w:lvlJc w:val="right"/>
      <w:pPr>
        <w:ind w:left="4320" w:hanging="180"/>
      </w:pPr>
    </w:lvl>
    <w:lvl w:ilvl="6" w:tplc="140C000F">
      <w:start w:val="1"/>
      <w:numFmt w:val="decimal"/>
      <w:lvlText w:val="%7."/>
      <w:lvlJc w:val="left"/>
      <w:pPr>
        <w:ind w:left="5040" w:hanging="360"/>
      </w:pPr>
    </w:lvl>
    <w:lvl w:ilvl="7" w:tplc="140C0019">
      <w:start w:val="1"/>
      <w:numFmt w:val="lowerLetter"/>
      <w:lvlText w:val="%8."/>
      <w:lvlJc w:val="left"/>
      <w:pPr>
        <w:ind w:left="5760" w:hanging="360"/>
      </w:pPr>
    </w:lvl>
    <w:lvl w:ilvl="8" w:tplc="1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4E3EA4"/>
    <w:multiLevelType w:val="hybridMultilevel"/>
    <w:tmpl w:val="DB308474"/>
    <w:lvl w:ilvl="0" w:tplc="0DD61EB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A732E97"/>
    <w:multiLevelType w:val="hybridMultilevel"/>
    <w:tmpl w:val="09568E32"/>
    <w:lvl w:ilvl="0" w:tplc="04090001">
      <w:start w:val="1"/>
      <w:numFmt w:val="bullet"/>
      <w:lvlText w:val=""/>
      <w:lvlJc w:val="left"/>
      <w:pPr>
        <w:ind w:left="284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8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00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4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16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88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08" w:hanging="360"/>
      </w:pPr>
      <w:rPr>
        <w:rFonts w:ascii="Wingdings" w:hAnsi="Wingdings" w:cs="Wingdings" w:hint="default"/>
      </w:rPr>
    </w:lvl>
  </w:abstractNum>
  <w:abstractNum w:abstractNumId="7">
    <w:nsid w:val="2C2D6450"/>
    <w:multiLevelType w:val="multilevel"/>
    <w:tmpl w:val="3E246B9A"/>
    <w:lvl w:ilvl="0">
      <w:start w:val="11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4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31252682"/>
    <w:multiLevelType w:val="hybridMultilevel"/>
    <w:tmpl w:val="E106513A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DD14426"/>
    <w:multiLevelType w:val="hybridMultilevel"/>
    <w:tmpl w:val="3D58AC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59F35D4"/>
    <w:multiLevelType w:val="hybridMultilevel"/>
    <w:tmpl w:val="ABA0C63E"/>
    <w:lvl w:ilvl="0" w:tplc="041F0001">
      <w:start w:val="1"/>
      <w:numFmt w:val="bullet"/>
      <w:lvlText w:val=""/>
      <w:lvlJc w:val="left"/>
      <w:pPr>
        <w:ind w:left="1498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938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3658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5098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818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7258" w:hanging="360"/>
      </w:pPr>
      <w:rPr>
        <w:rFonts w:ascii="Wingdings" w:hAnsi="Wingdings" w:cs="Wingdings" w:hint="default"/>
      </w:rPr>
    </w:lvl>
  </w:abstractNum>
  <w:abstractNum w:abstractNumId="11">
    <w:nsid w:val="474F5FEF"/>
    <w:multiLevelType w:val="hybridMultilevel"/>
    <w:tmpl w:val="7DE06FD4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>
      <w:start w:val="1"/>
      <w:numFmt w:val="lowerLetter"/>
      <w:lvlText w:val="%2."/>
      <w:lvlJc w:val="left"/>
      <w:pPr>
        <w:ind w:left="1440" w:hanging="360"/>
      </w:pPr>
    </w:lvl>
    <w:lvl w:ilvl="2" w:tplc="140C001B">
      <w:start w:val="1"/>
      <w:numFmt w:val="lowerRoman"/>
      <w:lvlText w:val="%3."/>
      <w:lvlJc w:val="right"/>
      <w:pPr>
        <w:ind w:left="2160" w:hanging="180"/>
      </w:pPr>
    </w:lvl>
    <w:lvl w:ilvl="3" w:tplc="140C000F">
      <w:start w:val="1"/>
      <w:numFmt w:val="decimal"/>
      <w:lvlText w:val="%4."/>
      <w:lvlJc w:val="left"/>
      <w:pPr>
        <w:ind w:left="2880" w:hanging="360"/>
      </w:pPr>
    </w:lvl>
    <w:lvl w:ilvl="4" w:tplc="140C0019">
      <w:start w:val="1"/>
      <w:numFmt w:val="lowerLetter"/>
      <w:lvlText w:val="%5."/>
      <w:lvlJc w:val="left"/>
      <w:pPr>
        <w:ind w:left="3600" w:hanging="360"/>
      </w:pPr>
    </w:lvl>
    <w:lvl w:ilvl="5" w:tplc="140C001B">
      <w:start w:val="1"/>
      <w:numFmt w:val="lowerRoman"/>
      <w:lvlText w:val="%6."/>
      <w:lvlJc w:val="right"/>
      <w:pPr>
        <w:ind w:left="4320" w:hanging="180"/>
      </w:pPr>
    </w:lvl>
    <w:lvl w:ilvl="6" w:tplc="140C000F">
      <w:start w:val="1"/>
      <w:numFmt w:val="decimal"/>
      <w:lvlText w:val="%7."/>
      <w:lvlJc w:val="left"/>
      <w:pPr>
        <w:ind w:left="5040" w:hanging="360"/>
      </w:pPr>
    </w:lvl>
    <w:lvl w:ilvl="7" w:tplc="140C0019">
      <w:start w:val="1"/>
      <w:numFmt w:val="lowerLetter"/>
      <w:lvlText w:val="%8."/>
      <w:lvlJc w:val="left"/>
      <w:pPr>
        <w:ind w:left="5760" w:hanging="360"/>
      </w:pPr>
    </w:lvl>
    <w:lvl w:ilvl="8" w:tplc="1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37037B"/>
    <w:multiLevelType w:val="multilevel"/>
    <w:tmpl w:val="485EACB0"/>
    <w:lvl w:ilvl="0">
      <w:start w:val="10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1155" w:hanging="1155"/>
      </w:pPr>
      <w:rPr>
        <w:rFonts w:hint="default"/>
      </w:rPr>
    </w:lvl>
    <w:lvl w:ilvl="2">
      <w:start w:val="11"/>
      <w:numFmt w:val="decimal"/>
      <w:lvlText w:val="%1.%2-%3.0"/>
      <w:lvlJc w:val="left"/>
      <w:pPr>
        <w:ind w:left="1155" w:hanging="115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6356657"/>
    <w:multiLevelType w:val="hybridMultilevel"/>
    <w:tmpl w:val="D3E46F0E"/>
    <w:lvl w:ilvl="0" w:tplc="0DD61EB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66F31C1"/>
    <w:multiLevelType w:val="hybridMultilevel"/>
    <w:tmpl w:val="8E9EF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9AD1593"/>
    <w:multiLevelType w:val="hybridMultilevel"/>
    <w:tmpl w:val="02DC34B6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>
      <w:start w:val="1"/>
      <w:numFmt w:val="lowerLetter"/>
      <w:lvlText w:val="%2."/>
      <w:lvlJc w:val="left"/>
      <w:pPr>
        <w:ind w:left="1440" w:hanging="360"/>
      </w:pPr>
    </w:lvl>
    <w:lvl w:ilvl="2" w:tplc="140C001B">
      <w:start w:val="1"/>
      <w:numFmt w:val="lowerRoman"/>
      <w:lvlText w:val="%3."/>
      <w:lvlJc w:val="right"/>
      <w:pPr>
        <w:ind w:left="2160" w:hanging="180"/>
      </w:pPr>
    </w:lvl>
    <w:lvl w:ilvl="3" w:tplc="140C000F">
      <w:start w:val="1"/>
      <w:numFmt w:val="decimal"/>
      <w:lvlText w:val="%4."/>
      <w:lvlJc w:val="left"/>
      <w:pPr>
        <w:ind w:left="2880" w:hanging="360"/>
      </w:pPr>
    </w:lvl>
    <w:lvl w:ilvl="4" w:tplc="140C0019">
      <w:start w:val="1"/>
      <w:numFmt w:val="lowerLetter"/>
      <w:lvlText w:val="%5."/>
      <w:lvlJc w:val="left"/>
      <w:pPr>
        <w:ind w:left="3600" w:hanging="360"/>
      </w:pPr>
    </w:lvl>
    <w:lvl w:ilvl="5" w:tplc="140C001B">
      <w:start w:val="1"/>
      <w:numFmt w:val="lowerRoman"/>
      <w:lvlText w:val="%6."/>
      <w:lvlJc w:val="right"/>
      <w:pPr>
        <w:ind w:left="4320" w:hanging="180"/>
      </w:pPr>
    </w:lvl>
    <w:lvl w:ilvl="6" w:tplc="140C000F">
      <w:start w:val="1"/>
      <w:numFmt w:val="decimal"/>
      <w:lvlText w:val="%7."/>
      <w:lvlJc w:val="left"/>
      <w:pPr>
        <w:ind w:left="5040" w:hanging="360"/>
      </w:pPr>
    </w:lvl>
    <w:lvl w:ilvl="7" w:tplc="140C0019">
      <w:start w:val="1"/>
      <w:numFmt w:val="lowerLetter"/>
      <w:lvlText w:val="%8."/>
      <w:lvlJc w:val="left"/>
      <w:pPr>
        <w:ind w:left="5760" w:hanging="360"/>
      </w:pPr>
    </w:lvl>
    <w:lvl w:ilvl="8" w:tplc="1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B91234"/>
    <w:multiLevelType w:val="hybridMultilevel"/>
    <w:tmpl w:val="2BD85B42"/>
    <w:lvl w:ilvl="0" w:tplc="0DD61EB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C33501D"/>
    <w:multiLevelType w:val="hybridMultilevel"/>
    <w:tmpl w:val="FD903708"/>
    <w:lvl w:ilvl="0" w:tplc="CBC03E6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3E92726"/>
    <w:multiLevelType w:val="hybridMultilevel"/>
    <w:tmpl w:val="4D20528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52458F0"/>
    <w:multiLevelType w:val="hybridMultilevel"/>
    <w:tmpl w:val="637C0C5A"/>
    <w:lvl w:ilvl="0" w:tplc="041F0001">
      <w:start w:val="1"/>
      <w:numFmt w:val="bullet"/>
      <w:lvlText w:val=""/>
      <w:lvlJc w:val="left"/>
      <w:pPr>
        <w:ind w:left="2679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3399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4119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4839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5559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6279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6999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7719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8439" w:hanging="360"/>
      </w:pPr>
      <w:rPr>
        <w:rFonts w:ascii="Wingdings" w:hAnsi="Wingdings" w:cs="Wingdings" w:hint="default"/>
      </w:rPr>
    </w:lvl>
  </w:abstractNum>
  <w:abstractNum w:abstractNumId="20">
    <w:nsid w:val="6A2C6A4A"/>
    <w:multiLevelType w:val="hybridMultilevel"/>
    <w:tmpl w:val="C5C6E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3A011B1"/>
    <w:multiLevelType w:val="multilevel"/>
    <w:tmpl w:val="C6BCCBC8"/>
    <w:lvl w:ilvl="0">
      <w:start w:val="10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0"/>
      <w:numFmt w:val="decimal"/>
      <w:lvlText w:val="%1.%2-%3"/>
      <w:lvlJc w:val="left"/>
      <w:pPr>
        <w:ind w:left="1155" w:hanging="1155"/>
      </w:pPr>
      <w:rPr>
        <w:rFonts w:hint="default"/>
      </w:rPr>
    </w:lvl>
    <w:lvl w:ilvl="3">
      <w:start w:val="30"/>
      <w:numFmt w:val="decimal"/>
      <w:lvlText w:val="%1.%2-%3.%4"/>
      <w:lvlJc w:val="left"/>
      <w:pPr>
        <w:ind w:left="1155" w:hanging="1155"/>
      </w:pPr>
      <w:rPr>
        <w:rFonts w:hint="default"/>
        <w:b w:val="0"/>
        <w:bCs w:val="0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786F10F2"/>
    <w:multiLevelType w:val="hybridMultilevel"/>
    <w:tmpl w:val="81D42034"/>
    <w:lvl w:ilvl="0" w:tplc="0DD61EB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4"/>
  </w:num>
  <w:num w:numId="3">
    <w:abstractNumId w:val="11"/>
  </w:num>
  <w:num w:numId="4">
    <w:abstractNumId w:val="2"/>
  </w:num>
  <w:num w:numId="5">
    <w:abstractNumId w:val="15"/>
  </w:num>
  <w:num w:numId="6">
    <w:abstractNumId w:val="18"/>
  </w:num>
  <w:num w:numId="7">
    <w:abstractNumId w:val="22"/>
  </w:num>
  <w:num w:numId="8">
    <w:abstractNumId w:val="16"/>
  </w:num>
  <w:num w:numId="9">
    <w:abstractNumId w:val="5"/>
  </w:num>
  <w:num w:numId="10">
    <w:abstractNumId w:val="0"/>
  </w:num>
  <w:num w:numId="11">
    <w:abstractNumId w:val="13"/>
  </w:num>
  <w:num w:numId="12">
    <w:abstractNumId w:val="8"/>
  </w:num>
  <w:num w:numId="13">
    <w:abstractNumId w:val="14"/>
  </w:num>
  <w:num w:numId="14">
    <w:abstractNumId w:val="20"/>
  </w:num>
  <w:num w:numId="15">
    <w:abstractNumId w:val="6"/>
  </w:num>
  <w:num w:numId="16">
    <w:abstractNumId w:val="7"/>
  </w:num>
  <w:num w:numId="17">
    <w:abstractNumId w:val="12"/>
  </w:num>
  <w:num w:numId="18">
    <w:abstractNumId w:val="21"/>
  </w:num>
  <w:num w:numId="19">
    <w:abstractNumId w:val="10"/>
  </w:num>
  <w:num w:numId="20">
    <w:abstractNumId w:val="19"/>
  </w:num>
  <w:num w:numId="21">
    <w:abstractNumId w:val="3"/>
  </w:num>
  <w:num w:numId="22">
    <w:abstractNumId w:val="9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444C"/>
    <w:rsid w:val="00000764"/>
    <w:rsid w:val="00003236"/>
    <w:rsid w:val="000063E7"/>
    <w:rsid w:val="0001008D"/>
    <w:rsid w:val="000178CE"/>
    <w:rsid w:val="00032C46"/>
    <w:rsid w:val="00041479"/>
    <w:rsid w:val="00041DC0"/>
    <w:rsid w:val="0004288F"/>
    <w:rsid w:val="0006133C"/>
    <w:rsid w:val="00063F98"/>
    <w:rsid w:val="00072FE9"/>
    <w:rsid w:val="0007363B"/>
    <w:rsid w:val="00074B84"/>
    <w:rsid w:val="000A7275"/>
    <w:rsid w:val="000B4CC7"/>
    <w:rsid w:val="000B65D0"/>
    <w:rsid w:val="000B6DBC"/>
    <w:rsid w:val="000C0509"/>
    <w:rsid w:val="000C7471"/>
    <w:rsid w:val="000C7545"/>
    <w:rsid w:val="000D1578"/>
    <w:rsid w:val="000E138E"/>
    <w:rsid w:val="000E1E82"/>
    <w:rsid w:val="000E4B92"/>
    <w:rsid w:val="000E730D"/>
    <w:rsid w:val="00100279"/>
    <w:rsid w:val="00116911"/>
    <w:rsid w:val="0012280B"/>
    <w:rsid w:val="001317A0"/>
    <w:rsid w:val="00131D7A"/>
    <w:rsid w:val="00132CD0"/>
    <w:rsid w:val="0013517D"/>
    <w:rsid w:val="001410EE"/>
    <w:rsid w:val="001715EC"/>
    <w:rsid w:val="00174077"/>
    <w:rsid w:val="00175EC9"/>
    <w:rsid w:val="001A0EC2"/>
    <w:rsid w:val="001A19D3"/>
    <w:rsid w:val="001A5CD1"/>
    <w:rsid w:val="001A7F4A"/>
    <w:rsid w:val="001B34BF"/>
    <w:rsid w:val="001B7DC7"/>
    <w:rsid w:val="001C0891"/>
    <w:rsid w:val="001C4558"/>
    <w:rsid w:val="001D5515"/>
    <w:rsid w:val="0021529D"/>
    <w:rsid w:val="00216E37"/>
    <w:rsid w:val="00222F35"/>
    <w:rsid w:val="002336E5"/>
    <w:rsid w:val="00233879"/>
    <w:rsid w:val="00250CCD"/>
    <w:rsid w:val="00256D3C"/>
    <w:rsid w:val="00257ECF"/>
    <w:rsid w:val="00260884"/>
    <w:rsid w:val="002627F4"/>
    <w:rsid w:val="00264697"/>
    <w:rsid w:val="00272B0E"/>
    <w:rsid w:val="0028520C"/>
    <w:rsid w:val="0029286B"/>
    <w:rsid w:val="00293048"/>
    <w:rsid w:val="002969C1"/>
    <w:rsid w:val="002A7284"/>
    <w:rsid w:val="002C4E03"/>
    <w:rsid w:val="002D37BC"/>
    <w:rsid w:val="002D777A"/>
    <w:rsid w:val="002F3D5F"/>
    <w:rsid w:val="00300357"/>
    <w:rsid w:val="003024EF"/>
    <w:rsid w:val="003071D3"/>
    <w:rsid w:val="00312D63"/>
    <w:rsid w:val="003160EC"/>
    <w:rsid w:val="00330324"/>
    <w:rsid w:val="0033147D"/>
    <w:rsid w:val="00334BD6"/>
    <w:rsid w:val="003457B8"/>
    <w:rsid w:val="003719A8"/>
    <w:rsid w:val="0037293B"/>
    <w:rsid w:val="00373324"/>
    <w:rsid w:val="003916E5"/>
    <w:rsid w:val="003A77F7"/>
    <w:rsid w:val="003C3335"/>
    <w:rsid w:val="003D1A2E"/>
    <w:rsid w:val="003E693E"/>
    <w:rsid w:val="003F2EBC"/>
    <w:rsid w:val="00404206"/>
    <w:rsid w:val="00421582"/>
    <w:rsid w:val="004224EF"/>
    <w:rsid w:val="004226E5"/>
    <w:rsid w:val="00422C45"/>
    <w:rsid w:val="0043175C"/>
    <w:rsid w:val="00432726"/>
    <w:rsid w:val="004342F5"/>
    <w:rsid w:val="00434C18"/>
    <w:rsid w:val="00435840"/>
    <w:rsid w:val="00446F1A"/>
    <w:rsid w:val="004573DC"/>
    <w:rsid w:val="00457E7E"/>
    <w:rsid w:val="0046080C"/>
    <w:rsid w:val="0046618B"/>
    <w:rsid w:val="004854C0"/>
    <w:rsid w:val="00493ABB"/>
    <w:rsid w:val="004A537B"/>
    <w:rsid w:val="004A6B9B"/>
    <w:rsid w:val="004C3807"/>
    <w:rsid w:val="004C4E01"/>
    <w:rsid w:val="004C5AE1"/>
    <w:rsid w:val="004E48EE"/>
    <w:rsid w:val="004E6F56"/>
    <w:rsid w:val="004F619E"/>
    <w:rsid w:val="00503656"/>
    <w:rsid w:val="00525B1F"/>
    <w:rsid w:val="005608E8"/>
    <w:rsid w:val="005631DB"/>
    <w:rsid w:val="005652AC"/>
    <w:rsid w:val="0057096B"/>
    <w:rsid w:val="005940FA"/>
    <w:rsid w:val="005A6F0F"/>
    <w:rsid w:val="005B1541"/>
    <w:rsid w:val="005D1ABB"/>
    <w:rsid w:val="005E5068"/>
    <w:rsid w:val="005F4CAF"/>
    <w:rsid w:val="0060201A"/>
    <w:rsid w:val="00610DE6"/>
    <w:rsid w:val="00612239"/>
    <w:rsid w:val="00614560"/>
    <w:rsid w:val="0062475A"/>
    <w:rsid w:val="006536DA"/>
    <w:rsid w:val="00657EB9"/>
    <w:rsid w:val="0066060C"/>
    <w:rsid w:val="006619C6"/>
    <w:rsid w:val="0066347A"/>
    <w:rsid w:val="006730F8"/>
    <w:rsid w:val="00690E14"/>
    <w:rsid w:val="0069341E"/>
    <w:rsid w:val="00693A4A"/>
    <w:rsid w:val="00694606"/>
    <w:rsid w:val="006B760A"/>
    <w:rsid w:val="006D48ED"/>
    <w:rsid w:val="006D5D75"/>
    <w:rsid w:val="006E1C21"/>
    <w:rsid w:val="006E7395"/>
    <w:rsid w:val="006F1AD9"/>
    <w:rsid w:val="006F1F7B"/>
    <w:rsid w:val="006F61DF"/>
    <w:rsid w:val="0071312F"/>
    <w:rsid w:val="00743DA9"/>
    <w:rsid w:val="00745B3A"/>
    <w:rsid w:val="007540D1"/>
    <w:rsid w:val="00756C9D"/>
    <w:rsid w:val="0078665E"/>
    <w:rsid w:val="00792D86"/>
    <w:rsid w:val="007A4F2E"/>
    <w:rsid w:val="007D2BF6"/>
    <w:rsid w:val="007F4C5B"/>
    <w:rsid w:val="00821F7D"/>
    <w:rsid w:val="008232A1"/>
    <w:rsid w:val="00823DEF"/>
    <w:rsid w:val="008338B3"/>
    <w:rsid w:val="008436F4"/>
    <w:rsid w:val="0084440A"/>
    <w:rsid w:val="00851018"/>
    <w:rsid w:val="00862060"/>
    <w:rsid w:val="00864A92"/>
    <w:rsid w:val="00891634"/>
    <w:rsid w:val="00897812"/>
    <w:rsid w:val="008A6E1E"/>
    <w:rsid w:val="008A6E84"/>
    <w:rsid w:val="008B7749"/>
    <w:rsid w:val="008C2F4D"/>
    <w:rsid w:val="008D161A"/>
    <w:rsid w:val="008F7E55"/>
    <w:rsid w:val="009048C2"/>
    <w:rsid w:val="00907DD2"/>
    <w:rsid w:val="009109A7"/>
    <w:rsid w:val="00921EAB"/>
    <w:rsid w:val="009300C9"/>
    <w:rsid w:val="00934BD4"/>
    <w:rsid w:val="00937080"/>
    <w:rsid w:val="0093746F"/>
    <w:rsid w:val="009427A3"/>
    <w:rsid w:val="009474E5"/>
    <w:rsid w:val="00947775"/>
    <w:rsid w:val="00960A6E"/>
    <w:rsid w:val="00961914"/>
    <w:rsid w:val="009641B2"/>
    <w:rsid w:val="00964AD7"/>
    <w:rsid w:val="00967286"/>
    <w:rsid w:val="00980399"/>
    <w:rsid w:val="00991BCE"/>
    <w:rsid w:val="00994B26"/>
    <w:rsid w:val="009C3422"/>
    <w:rsid w:val="009D3418"/>
    <w:rsid w:val="009E3D72"/>
    <w:rsid w:val="00A015BF"/>
    <w:rsid w:val="00A06BB0"/>
    <w:rsid w:val="00A1071C"/>
    <w:rsid w:val="00A137D5"/>
    <w:rsid w:val="00A25864"/>
    <w:rsid w:val="00A270A4"/>
    <w:rsid w:val="00A33776"/>
    <w:rsid w:val="00A43F95"/>
    <w:rsid w:val="00A83322"/>
    <w:rsid w:val="00A9189A"/>
    <w:rsid w:val="00A91C07"/>
    <w:rsid w:val="00A92C0D"/>
    <w:rsid w:val="00A930F9"/>
    <w:rsid w:val="00A94D81"/>
    <w:rsid w:val="00A96969"/>
    <w:rsid w:val="00AA1498"/>
    <w:rsid w:val="00AA75EF"/>
    <w:rsid w:val="00AA7E13"/>
    <w:rsid w:val="00AB2526"/>
    <w:rsid w:val="00AC013E"/>
    <w:rsid w:val="00AC110B"/>
    <w:rsid w:val="00AD3950"/>
    <w:rsid w:val="00AE39AA"/>
    <w:rsid w:val="00AF7BEC"/>
    <w:rsid w:val="00B031F8"/>
    <w:rsid w:val="00B2431A"/>
    <w:rsid w:val="00B32398"/>
    <w:rsid w:val="00B3584C"/>
    <w:rsid w:val="00B4434B"/>
    <w:rsid w:val="00B5444C"/>
    <w:rsid w:val="00B62ADD"/>
    <w:rsid w:val="00B879A1"/>
    <w:rsid w:val="00B91639"/>
    <w:rsid w:val="00BA08B0"/>
    <w:rsid w:val="00BA383D"/>
    <w:rsid w:val="00BA61B7"/>
    <w:rsid w:val="00BA685E"/>
    <w:rsid w:val="00BB00FC"/>
    <w:rsid w:val="00BB763B"/>
    <w:rsid w:val="00BE39B7"/>
    <w:rsid w:val="00BE4760"/>
    <w:rsid w:val="00BE6963"/>
    <w:rsid w:val="00BF19E8"/>
    <w:rsid w:val="00BF24CD"/>
    <w:rsid w:val="00C007D5"/>
    <w:rsid w:val="00C00892"/>
    <w:rsid w:val="00C01676"/>
    <w:rsid w:val="00C04F04"/>
    <w:rsid w:val="00C123B2"/>
    <w:rsid w:val="00C24F1D"/>
    <w:rsid w:val="00C43803"/>
    <w:rsid w:val="00C523AC"/>
    <w:rsid w:val="00C65B37"/>
    <w:rsid w:val="00C73DB6"/>
    <w:rsid w:val="00C7443A"/>
    <w:rsid w:val="00C76752"/>
    <w:rsid w:val="00C8202F"/>
    <w:rsid w:val="00C82EFD"/>
    <w:rsid w:val="00C90B00"/>
    <w:rsid w:val="00C92873"/>
    <w:rsid w:val="00C945F4"/>
    <w:rsid w:val="00C956F7"/>
    <w:rsid w:val="00CB16B3"/>
    <w:rsid w:val="00CC33BE"/>
    <w:rsid w:val="00CC34A8"/>
    <w:rsid w:val="00CD6900"/>
    <w:rsid w:val="00CE7BBD"/>
    <w:rsid w:val="00CF41B8"/>
    <w:rsid w:val="00CF6385"/>
    <w:rsid w:val="00D047F0"/>
    <w:rsid w:val="00D063C1"/>
    <w:rsid w:val="00D26A9E"/>
    <w:rsid w:val="00D300D2"/>
    <w:rsid w:val="00D35DE4"/>
    <w:rsid w:val="00D42BA7"/>
    <w:rsid w:val="00D46A85"/>
    <w:rsid w:val="00D70B14"/>
    <w:rsid w:val="00D76BAA"/>
    <w:rsid w:val="00D91758"/>
    <w:rsid w:val="00DA4141"/>
    <w:rsid w:val="00DC7972"/>
    <w:rsid w:val="00DE2F1A"/>
    <w:rsid w:val="00DE37AF"/>
    <w:rsid w:val="00E07824"/>
    <w:rsid w:val="00E10A7C"/>
    <w:rsid w:val="00E26CAC"/>
    <w:rsid w:val="00E30AB2"/>
    <w:rsid w:val="00E55D87"/>
    <w:rsid w:val="00E60E87"/>
    <w:rsid w:val="00E60FE5"/>
    <w:rsid w:val="00E70B37"/>
    <w:rsid w:val="00E737C4"/>
    <w:rsid w:val="00E74481"/>
    <w:rsid w:val="00E813A0"/>
    <w:rsid w:val="00E8575B"/>
    <w:rsid w:val="00E93732"/>
    <w:rsid w:val="00EA19D3"/>
    <w:rsid w:val="00EC2B21"/>
    <w:rsid w:val="00EC35F8"/>
    <w:rsid w:val="00EC4F0F"/>
    <w:rsid w:val="00ED55CF"/>
    <w:rsid w:val="00EE13CB"/>
    <w:rsid w:val="00EE7533"/>
    <w:rsid w:val="00F002F5"/>
    <w:rsid w:val="00F078FD"/>
    <w:rsid w:val="00F150FD"/>
    <w:rsid w:val="00F21C89"/>
    <w:rsid w:val="00F33364"/>
    <w:rsid w:val="00F42BE2"/>
    <w:rsid w:val="00F55DA8"/>
    <w:rsid w:val="00F570BA"/>
    <w:rsid w:val="00F60999"/>
    <w:rsid w:val="00F6446B"/>
    <w:rsid w:val="00F6797D"/>
    <w:rsid w:val="00F70A24"/>
    <w:rsid w:val="00F70D1E"/>
    <w:rsid w:val="00F7625A"/>
    <w:rsid w:val="00F83375"/>
    <w:rsid w:val="00F876BB"/>
    <w:rsid w:val="00FB3EB1"/>
    <w:rsid w:val="00FC07C8"/>
    <w:rsid w:val="00FD0E4E"/>
    <w:rsid w:val="00FD7AFB"/>
    <w:rsid w:val="00FE1D2D"/>
    <w:rsid w:val="00FF2344"/>
    <w:rsid w:val="00FF2809"/>
    <w:rsid w:val="00FF2944"/>
    <w:rsid w:val="00FF36E0"/>
    <w:rsid w:val="00FF4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7F0"/>
    <w:pPr>
      <w:spacing w:line="360" w:lineRule="auto"/>
      <w:ind w:firstLine="709"/>
      <w:jc w:val="both"/>
    </w:pPr>
    <w:rPr>
      <w:rFonts w:cs="Calibri"/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C4558"/>
    <w:pPr>
      <w:keepNext/>
      <w:keepLines/>
      <w:spacing w:before="480"/>
      <w:outlineLvl w:val="0"/>
    </w:pPr>
    <w:rPr>
      <w:rFonts w:ascii="Cambria" w:eastAsia="MS Gothic" w:hAnsi="Cambria" w:cs="Cambria"/>
      <w:b/>
      <w:bCs/>
      <w:color w:val="365F9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16E37"/>
    <w:pPr>
      <w:keepNext/>
      <w:spacing w:line="240" w:lineRule="auto"/>
      <w:ind w:firstLine="0"/>
      <w:jc w:val="center"/>
      <w:outlineLvl w:val="5"/>
    </w:pPr>
    <w:rPr>
      <w:rFonts w:ascii="Times New Roman" w:eastAsia="Times New Roman" w:hAnsi="Times New Roman" w:cs="Times New Roman"/>
      <w:sz w:val="32"/>
      <w:szCs w:val="32"/>
      <w:lang w:val="fr-F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4558"/>
    <w:rPr>
      <w:rFonts w:ascii="Cambria" w:eastAsia="MS Gothic" w:hAnsi="Cambria" w:cs="Cambria"/>
      <w:b/>
      <w:bCs/>
      <w:color w:val="365F91"/>
      <w:sz w:val="28"/>
      <w:szCs w:val="28"/>
      <w:lang w:val="ru-RU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16E37"/>
    <w:rPr>
      <w:rFonts w:ascii="Times New Roman" w:hAnsi="Times New Roman" w:cs="Times New Roman"/>
      <w:sz w:val="20"/>
      <w:szCs w:val="20"/>
      <w:lang w:val="fr-FR"/>
    </w:rPr>
  </w:style>
  <w:style w:type="table" w:styleId="TableGrid">
    <w:name w:val="Table Grid"/>
    <w:basedOn w:val="TableNormal"/>
    <w:uiPriority w:val="99"/>
    <w:rsid w:val="00B5444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C110B"/>
    <w:pPr>
      <w:ind w:left="720"/>
    </w:pPr>
  </w:style>
  <w:style w:type="paragraph" w:styleId="Header">
    <w:name w:val="header"/>
    <w:basedOn w:val="Normal"/>
    <w:link w:val="HeaderChar"/>
    <w:uiPriority w:val="99"/>
    <w:rsid w:val="004342F5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342F5"/>
  </w:style>
  <w:style w:type="paragraph" w:styleId="Footer">
    <w:name w:val="footer"/>
    <w:basedOn w:val="Normal"/>
    <w:link w:val="FooterChar"/>
    <w:uiPriority w:val="99"/>
    <w:rsid w:val="004342F5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342F5"/>
  </w:style>
  <w:style w:type="paragraph" w:styleId="BalloonText">
    <w:name w:val="Balloon Text"/>
    <w:basedOn w:val="Normal"/>
    <w:link w:val="BalloonTextChar"/>
    <w:uiPriority w:val="99"/>
    <w:semiHidden/>
    <w:rsid w:val="004342F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42F5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rsid w:val="006F1AD9"/>
  </w:style>
  <w:style w:type="paragraph" w:styleId="FootnoteText">
    <w:name w:val="footnote text"/>
    <w:basedOn w:val="Normal"/>
    <w:link w:val="FootnoteTextChar"/>
    <w:uiPriority w:val="99"/>
    <w:semiHidden/>
    <w:rsid w:val="00330324"/>
    <w:pPr>
      <w:spacing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30324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330324"/>
    <w:rPr>
      <w:vertAlign w:val="superscript"/>
    </w:rPr>
  </w:style>
  <w:style w:type="paragraph" w:styleId="NoSpacing">
    <w:name w:val="No Spacing"/>
    <w:uiPriority w:val="99"/>
    <w:qFormat/>
    <w:rsid w:val="00A930F9"/>
    <w:pPr>
      <w:ind w:firstLine="709"/>
      <w:jc w:val="both"/>
    </w:pPr>
    <w:rPr>
      <w:rFonts w:cs="Calibri"/>
      <w:lang w:val="ru-RU" w:eastAsia="en-US"/>
    </w:rPr>
  </w:style>
  <w:style w:type="paragraph" w:customStyle="1" w:styleId="MailingInstructions">
    <w:name w:val="Mailing Instructions"/>
    <w:basedOn w:val="Normal"/>
    <w:uiPriority w:val="99"/>
    <w:rsid w:val="00657E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d">
    <w:name w:val="_ad"/>
    <w:basedOn w:val="DefaultParagraphFont"/>
    <w:uiPriority w:val="99"/>
    <w:rsid w:val="00C65B37"/>
  </w:style>
  <w:style w:type="paragraph" w:customStyle="1" w:styleId="address">
    <w:name w:val="address"/>
    <w:basedOn w:val="Normal"/>
    <w:uiPriority w:val="99"/>
    <w:rsid w:val="001C455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customStyle="1" w:styleId="phnno">
    <w:name w:val="phnno"/>
    <w:basedOn w:val="Normal"/>
    <w:uiPriority w:val="99"/>
    <w:rsid w:val="001C455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tr-TR"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74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123</Words>
  <Characters>704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AGENDA</dc:title>
  <dc:subject/>
  <dc:creator>-</dc:creator>
  <cp:keywords/>
  <dc:description/>
  <cp:lastModifiedBy>fundaa</cp:lastModifiedBy>
  <cp:revision>2</cp:revision>
  <cp:lastPrinted>2015-12-22T07:05:00Z</cp:lastPrinted>
  <dcterms:created xsi:type="dcterms:W3CDTF">2015-12-22T15:28:00Z</dcterms:created>
  <dcterms:modified xsi:type="dcterms:W3CDTF">2015-12-22T15:28:00Z</dcterms:modified>
</cp:coreProperties>
</file>